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A74" w:rsidRPr="00B160FC" w:rsidRDefault="00B91A74" w:rsidP="00636B22">
      <w:pPr>
        <w:rPr>
          <w:bCs/>
          <w:sz w:val="28"/>
          <w:szCs w:val="28"/>
        </w:rPr>
      </w:pPr>
    </w:p>
    <w:p w:rsidR="00B91A74" w:rsidRDefault="00B91A74" w:rsidP="001B6AF8">
      <w:pPr>
        <w:jc w:val="center"/>
        <w:rPr>
          <w:b/>
          <w:sz w:val="28"/>
          <w:szCs w:val="28"/>
        </w:rPr>
      </w:pPr>
    </w:p>
    <w:p w:rsidR="00B91A74" w:rsidRPr="008744F0" w:rsidRDefault="00B91A74" w:rsidP="00286258">
      <w:pPr>
        <w:jc w:val="center"/>
        <w:rPr>
          <w:b/>
          <w:sz w:val="28"/>
          <w:szCs w:val="28"/>
        </w:rPr>
      </w:pPr>
      <w:r w:rsidRPr="008744F0">
        <w:rPr>
          <w:b/>
          <w:sz w:val="28"/>
          <w:szCs w:val="28"/>
        </w:rPr>
        <w:t>КРАСНОПОЛЯНСКАЯ ПОСЕЛКОВАЯ ДУМА</w:t>
      </w:r>
    </w:p>
    <w:p w:rsidR="00B91A74" w:rsidRPr="008744F0" w:rsidRDefault="00B91A74" w:rsidP="00286258">
      <w:pPr>
        <w:jc w:val="center"/>
        <w:rPr>
          <w:b/>
          <w:sz w:val="28"/>
          <w:szCs w:val="28"/>
        </w:rPr>
      </w:pPr>
      <w:r w:rsidRPr="008744F0">
        <w:rPr>
          <w:b/>
          <w:sz w:val="28"/>
          <w:szCs w:val="28"/>
        </w:rPr>
        <w:t>ВЯТСКОПОЛЯНСКОГО РАЙОНА КИРОВСКОЙ ОБЛАСТИ</w:t>
      </w:r>
    </w:p>
    <w:p w:rsidR="00B91A74" w:rsidRPr="008744F0" w:rsidRDefault="00B91A74" w:rsidP="002862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Pr="008744F0">
        <w:rPr>
          <w:b/>
          <w:sz w:val="28"/>
          <w:szCs w:val="28"/>
        </w:rPr>
        <w:t xml:space="preserve"> СОЗЫВА</w:t>
      </w:r>
    </w:p>
    <w:p w:rsidR="00B91A74" w:rsidRPr="008744F0" w:rsidRDefault="00B91A74" w:rsidP="00286258">
      <w:pPr>
        <w:jc w:val="center"/>
        <w:rPr>
          <w:b/>
          <w:sz w:val="28"/>
          <w:szCs w:val="28"/>
        </w:rPr>
      </w:pPr>
    </w:p>
    <w:p w:rsidR="00B91A74" w:rsidRDefault="00B91A74" w:rsidP="00092D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8744F0">
        <w:rPr>
          <w:b/>
          <w:sz w:val="28"/>
          <w:szCs w:val="28"/>
        </w:rPr>
        <w:t>РЕШЕНИЕ</w:t>
      </w:r>
    </w:p>
    <w:p w:rsidR="00B91A74" w:rsidRPr="001D2D4B" w:rsidRDefault="00B91A74" w:rsidP="001B6AF8">
      <w:pPr>
        <w:jc w:val="both"/>
        <w:rPr>
          <w:sz w:val="28"/>
          <w:szCs w:val="28"/>
        </w:rPr>
      </w:pPr>
      <w:r w:rsidRPr="001D2D4B">
        <w:rPr>
          <w:sz w:val="28"/>
          <w:szCs w:val="28"/>
        </w:rPr>
        <w:t>от 02.11.2023                                                                                                  №</w:t>
      </w:r>
      <w:r>
        <w:rPr>
          <w:sz w:val="28"/>
          <w:szCs w:val="28"/>
        </w:rPr>
        <w:t>21</w:t>
      </w:r>
    </w:p>
    <w:p w:rsidR="00B91A74" w:rsidRPr="00EE2F22" w:rsidRDefault="00B91A74" w:rsidP="00EE2F2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>
        <w:rPr>
          <w:sz w:val="26"/>
          <w:szCs w:val="26"/>
        </w:rPr>
        <w:t xml:space="preserve"> </w:t>
      </w:r>
    </w:p>
    <w:p w:rsidR="00B91A74" w:rsidRDefault="00B91A74" w:rsidP="00451226">
      <w:pPr>
        <w:jc w:val="center"/>
        <w:rPr>
          <w:sz w:val="26"/>
          <w:szCs w:val="26"/>
        </w:rPr>
      </w:pPr>
      <w:r w:rsidRPr="0078380C">
        <w:rPr>
          <w:sz w:val="26"/>
          <w:szCs w:val="26"/>
        </w:rPr>
        <w:t>пгт Красная Поляна</w:t>
      </w:r>
    </w:p>
    <w:p w:rsidR="00B91A74" w:rsidRPr="00451226" w:rsidRDefault="00B91A74" w:rsidP="00451226">
      <w:pPr>
        <w:jc w:val="center"/>
        <w:rPr>
          <w:sz w:val="26"/>
          <w:szCs w:val="26"/>
        </w:rPr>
      </w:pPr>
      <w:r>
        <w:t xml:space="preserve">                            </w:t>
      </w:r>
    </w:p>
    <w:p w:rsidR="00B91A74" w:rsidRPr="00265D16" w:rsidRDefault="00B91A74" w:rsidP="00286258"/>
    <w:p w:rsidR="00B91A74" w:rsidRDefault="00B91A74" w:rsidP="00E56EB4">
      <w:pPr>
        <w:jc w:val="center"/>
        <w:rPr>
          <w:b/>
          <w:sz w:val="28"/>
          <w:szCs w:val="28"/>
        </w:rPr>
      </w:pPr>
      <w:r w:rsidRPr="00265D16">
        <w:rPr>
          <w:b/>
          <w:sz w:val="28"/>
          <w:szCs w:val="28"/>
        </w:rPr>
        <w:t xml:space="preserve">О внесении изменений и дополнений в решение </w:t>
      </w:r>
    </w:p>
    <w:p w:rsidR="00B91A74" w:rsidRDefault="00B91A74" w:rsidP="00E56EB4">
      <w:pPr>
        <w:jc w:val="center"/>
        <w:rPr>
          <w:b/>
          <w:sz w:val="28"/>
          <w:szCs w:val="28"/>
        </w:rPr>
      </w:pPr>
      <w:r w:rsidRPr="00265D16">
        <w:rPr>
          <w:b/>
          <w:sz w:val="28"/>
          <w:szCs w:val="28"/>
        </w:rPr>
        <w:t>Краснополянской поселковой</w:t>
      </w:r>
      <w:r>
        <w:rPr>
          <w:b/>
          <w:sz w:val="28"/>
          <w:szCs w:val="28"/>
        </w:rPr>
        <w:t xml:space="preserve"> Думы от 26.12.2022 № 18</w:t>
      </w:r>
      <w:r w:rsidRPr="00265D16">
        <w:rPr>
          <w:b/>
          <w:sz w:val="28"/>
          <w:szCs w:val="28"/>
        </w:rPr>
        <w:t xml:space="preserve"> </w:t>
      </w:r>
    </w:p>
    <w:p w:rsidR="00B91A74" w:rsidRDefault="00B91A74" w:rsidP="00E56EB4">
      <w:pPr>
        <w:jc w:val="center"/>
        <w:rPr>
          <w:b/>
          <w:sz w:val="28"/>
          <w:szCs w:val="28"/>
        </w:rPr>
      </w:pPr>
      <w:r w:rsidRPr="00265D16">
        <w:rPr>
          <w:b/>
          <w:sz w:val="28"/>
          <w:szCs w:val="28"/>
        </w:rPr>
        <w:t>«О бюджете муниципального образования</w:t>
      </w:r>
      <w:r>
        <w:rPr>
          <w:b/>
          <w:sz w:val="28"/>
          <w:szCs w:val="28"/>
        </w:rPr>
        <w:t xml:space="preserve"> </w:t>
      </w:r>
      <w:r w:rsidRPr="00265D16">
        <w:rPr>
          <w:b/>
          <w:sz w:val="28"/>
          <w:szCs w:val="28"/>
        </w:rPr>
        <w:t>Краснополянское</w:t>
      </w:r>
    </w:p>
    <w:p w:rsidR="00B91A74" w:rsidRDefault="00B91A74" w:rsidP="00E56EB4">
      <w:pPr>
        <w:jc w:val="center"/>
        <w:rPr>
          <w:b/>
          <w:sz w:val="28"/>
          <w:szCs w:val="28"/>
        </w:rPr>
      </w:pPr>
      <w:r w:rsidRPr="00265D16">
        <w:rPr>
          <w:b/>
          <w:sz w:val="28"/>
          <w:szCs w:val="28"/>
        </w:rPr>
        <w:t xml:space="preserve"> городское поселение Вятскополянского района Кировской</w:t>
      </w:r>
      <w:r>
        <w:rPr>
          <w:b/>
          <w:sz w:val="28"/>
          <w:szCs w:val="28"/>
        </w:rPr>
        <w:t xml:space="preserve"> </w:t>
      </w:r>
      <w:r w:rsidRPr="00265D16">
        <w:rPr>
          <w:b/>
          <w:sz w:val="28"/>
          <w:szCs w:val="28"/>
        </w:rPr>
        <w:t xml:space="preserve">области </w:t>
      </w:r>
    </w:p>
    <w:p w:rsidR="00B91A74" w:rsidRDefault="00B91A74" w:rsidP="00600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</w:t>
      </w:r>
      <w:r w:rsidRPr="00265D16">
        <w:rPr>
          <w:b/>
          <w:sz w:val="28"/>
          <w:szCs w:val="28"/>
        </w:rPr>
        <w:t xml:space="preserve"> год</w:t>
      </w:r>
      <w:r w:rsidRPr="00265D1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на плановый период 2024 и 2025</w:t>
      </w:r>
      <w:r w:rsidRPr="00265D16">
        <w:rPr>
          <w:b/>
          <w:sz w:val="28"/>
          <w:szCs w:val="28"/>
        </w:rPr>
        <w:t xml:space="preserve"> годов»</w:t>
      </w:r>
      <w:r>
        <w:rPr>
          <w:b/>
          <w:sz w:val="28"/>
          <w:szCs w:val="28"/>
        </w:rPr>
        <w:t xml:space="preserve"> (с изменениями от 21.02.2023 №01, от 24.03.2023 №06, от 27.04.2023 №07, от 22.06.2023 №10, от 17.08.2023 №13) </w:t>
      </w:r>
    </w:p>
    <w:p w:rsidR="00B91A74" w:rsidRPr="00600711" w:rsidRDefault="00B91A74" w:rsidP="00600711">
      <w:pPr>
        <w:jc w:val="center"/>
        <w:rPr>
          <w:b/>
          <w:sz w:val="28"/>
          <w:szCs w:val="28"/>
        </w:rPr>
      </w:pPr>
      <w:r w:rsidRPr="00265D16">
        <w:rPr>
          <w:b/>
          <w:sz w:val="28"/>
          <w:szCs w:val="28"/>
        </w:rPr>
        <w:t xml:space="preserve">  </w:t>
      </w:r>
    </w:p>
    <w:p w:rsidR="00B91A74" w:rsidRPr="00265D16" w:rsidRDefault="00B91A74" w:rsidP="00437463">
      <w:pPr>
        <w:spacing w:line="276" w:lineRule="auto"/>
        <w:jc w:val="both"/>
        <w:rPr>
          <w:sz w:val="28"/>
          <w:szCs w:val="28"/>
        </w:rPr>
      </w:pPr>
      <w:r w:rsidRPr="00265D16">
        <w:rPr>
          <w:sz w:val="28"/>
          <w:szCs w:val="28"/>
        </w:rPr>
        <w:t xml:space="preserve">           В соответствии с Бюджетным кодексом Российской Федерации, Уставом муниципального образования Краснополянское городское поселение Вятскополянского района Кировской области, Положением о бюджетном процессе в муниципальном образовании Краснополянское городское поселение Краснополянская поселковая Дума РЕШИЛА:</w:t>
      </w:r>
    </w:p>
    <w:p w:rsidR="00B91A74" w:rsidRPr="00265D16" w:rsidRDefault="00B91A74" w:rsidP="00437463">
      <w:pPr>
        <w:spacing w:line="276" w:lineRule="auto"/>
        <w:jc w:val="both"/>
        <w:rPr>
          <w:sz w:val="28"/>
          <w:szCs w:val="28"/>
        </w:rPr>
      </w:pPr>
    </w:p>
    <w:p w:rsidR="00B91A74" w:rsidRDefault="00B91A74" w:rsidP="009219FA">
      <w:pPr>
        <w:spacing w:line="276" w:lineRule="auto"/>
        <w:ind w:firstLine="708"/>
        <w:jc w:val="both"/>
        <w:rPr>
          <w:sz w:val="28"/>
          <w:szCs w:val="28"/>
        </w:rPr>
      </w:pPr>
      <w:r w:rsidRPr="00265D16">
        <w:rPr>
          <w:sz w:val="28"/>
          <w:szCs w:val="28"/>
        </w:rPr>
        <w:tab/>
        <w:t>Внести в решение Краснополянской пос</w:t>
      </w:r>
      <w:r>
        <w:rPr>
          <w:sz w:val="28"/>
          <w:szCs w:val="28"/>
        </w:rPr>
        <w:t>елковой Думы от 26.12.2022  № 18</w:t>
      </w:r>
      <w:r w:rsidRPr="00265D16">
        <w:rPr>
          <w:sz w:val="28"/>
          <w:szCs w:val="28"/>
        </w:rPr>
        <w:t xml:space="preserve"> «О бюджете муниципального образования Краснополянское городское поселение Вятскополянского района Кировской области на 202</w:t>
      </w:r>
      <w:r>
        <w:rPr>
          <w:sz w:val="28"/>
          <w:szCs w:val="28"/>
        </w:rPr>
        <w:t>3 год и на плановый период 2024 и 2025 годов»</w:t>
      </w:r>
      <w:r w:rsidRPr="00F627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 изменениями от 21.02.2023 №01, от 24.03.2023 №06, от 27.04.2023 №07, от 22.06.2023 №10, от 17.08.2023 №13) </w:t>
      </w:r>
      <w:r w:rsidRPr="00F62705">
        <w:rPr>
          <w:sz w:val="28"/>
          <w:szCs w:val="28"/>
        </w:rPr>
        <w:t>следующие измене</w:t>
      </w:r>
      <w:r w:rsidRPr="00265D16">
        <w:rPr>
          <w:sz w:val="28"/>
          <w:szCs w:val="28"/>
        </w:rPr>
        <w:t>ния и дополнения:</w:t>
      </w:r>
      <w:r w:rsidRPr="009219FA">
        <w:rPr>
          <w:sz w:val="28"/>
          <w:szCs w:val="28"/>
        </w:rPr>
        <w:t xml:space="preserve"> </w:t>
      </w:r>
    </w:p>
    <w:p w:rsidR="00B91A74" w:rsidRDefault="00B91A74" w:rsidP="009219FA">
      <w:pPr>
        <w:spacing w:line="276" w:lineRule="auto"/>
        <w:ind w:firstLine="708"/>
        <w:jc w:val="both"/>
        <w:rPr>
          <w:sz w:val="28"/>
          <w:szCs w:val="28"/>
        </w:rPr>
      </w:pPr>
    </w:p>
    <w:p w:rsidR="00B91A74" w:rsidRDefault="00B91A74" w:rsidP="005E4F60">
      <w:pPr>
        <w:numPr>
          <w:ilvl w:val="0"/>
          <w:numId w:val="6"/>
        </w:numPr>
        <w:spacing w:line="276" w:lineRule="auto"/>
        <w:jc w:val="both"/>
        <w:rPr>
          <w:b/>
          <w:sz w:val="26"/>
          <w:szCs w:val="26"/>
        </w:rPr>
      </w:pPr>
      <w:r w:rsidRPr="004E7AC0">
        <w:rPr>
          <w:b/>
          <w:sz w:val="26"/>
          <w:szCs w:val="26"/>
        </w:rPr>
        <w:t>Пункт 1. изложить в следующей редакции:</w:t>
      </w:r>
    </w:p>
    <w:p w:rsidR="00B91A74" w:rsidRPr="004E7AC0" w:rsidRDefault="00B91A74" w:rsidP="005E4F60">
      <w:pPr>
        <w:spacing w:line="276" w:lineRule="auto"/>
        <w:ind w:left="1068"/>
        <w:jc w:val="both"/>
        <w:rPr>
          <w:b/>
          <w:sz w:val="26"/>
          <w:szCs w:val="26"/>
        </w:rPr>
      </w:pPr>
    </w:p>
    <w:p w:rsidR="00B91A74" w:rsidRDefault="00B91A74" w:rsidP="009219F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бюджета муниципального образования Краснополянское городское поселение (далее – бюджет Краснополянского городского поселения) на 2023 год:</w:t>
      </w:r>
    </w:p>
    <w:p w:rsidR="00B91A74" w:rsidRPr="00305D1B" w:rsidRDefault="00B91A74" w:rsidP="00BC5945">
      <w:pPr>
        <w:spacing w:line="276" w:lineRule="auto"/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1) общий объем доходов бюджета Краснополянского городского поселения в сумме 28 377,008</w:t>
      </w:r>
      <w:r w:rsidRPr="005E4F60">
        <w:rPr>
          <w:sz w:val="28"/>
          <w:szCs w:val="28"/>
        </w:rPr>
        <w:t xml:space="preserve"> тыс. рублей; </w:t>
      </w:r>
    </w:p>
    <w:p w:rsidR="00B91A74" w:rsidRPr="006611B0" w:rsidRDefault="00B91A74" w:rsidP="006611B0">
      <w:pPr>
        <w:spacing w:line="276" w:lineRule="auto"/>
        <w:ind w:firstLine="708"/>
        <w:jc w:val="both"/>
        <w:rPr>
          <w:sz w:val="28"/>
          <w:szCs w:val="28"/>
        </w:rPr>
      </w:pPr>
      <w:r w:rsidRPr="00BB5D9D">
        <w:rPr>
          <w:sz w:val="28"/>
          <w:szCs w:val="28"/>
        </w:rPr>
        <w:t xml:space="preserve">2) общий объем расходов бюджета Краснополянского городского поселения в </w:t>
      </w:r>
      <w:r>
        <w:rPr>
          <w:sz w:val="28"/>
          <w:szCs w:val="28"/>
        </w:rPr>
        <w:t>сумме 29 278,889</w:t>
      </w:r>
      <w:r w:rsidRPr="005E4F60">
        <w:rPr>
          <w:sz w:val="28"/>
          <w:szCs w:val="28"/>
        </w:rPr>
        <w:t xml:space="preserve"> тыс. рублей; </w:t>
      </w:r>
    </w:p>
    <w:p w:rsidR="00B91A74" w:rsidRPr="001B386E" w:rsidRDefault="00B91A74" w:rsidP="001B386E">
      <w:pPr>
        <w:spacing w:line="276" w:lineRule="auto"/>
        <w:ind w:firstLine="708"/>
        <w:jc w:val="both"/>
        <w:rPr>
          <w:sz w:val="28"/>
          <w:szCs w:val="28"/>
          <w:highlight w:val="yellow"/>
        </w:rPr>
      </w:pPr>
      <w:r w:rsidRPr="00BB5D9D">
        <w:rPr>
          <w:sz w:val="28"/>
          <w:szCs w:val="28"/>
        </w:rPr>
        <w:t xml:space="preserve">3) дефицит бюджета Краснополянского городского в </w:t>
      </w:r>
      <w:r w:rsidRPr="005E4F60">
        <w:rPr>
          <w:sz w:val="28"/>
          <w:szCs w:val="28"/>
        </w:rPr>
        <w:t>сумме 901,881 тыс. рублей</w:t>
      </w:r>
      <w:r>
        <w:rPr>
          <w:sz w:val="28"/>
          <w:szCs w:val="28"/>
        </w:rPr>
        <w:t>.</w:t>
      </w:r>
    </w:p>
    <w:p w:rsidR="00B91A74" w:rsidRDefault="00B91A74" w:rsidP="004E7AC0">
      <w:pPr>
        <w:spacing w:before="120" w:line="276" w:lineRule="auto"/>
        <w:jc w:val="both"/>
        <w:rPr>
          <w:sz w:val="28"/>
          <w:szCs w:val="28"/>
        </w:rPr>
      </w:pPr>
      <w:r w:rsidRPr="00665A8C">
        <w:rPr>
          <w:sz w:val="28"/>
          <w:szCs w:val="28"/>
        </w:rPr>
        <w:t xml:space="preserve">         </w:t>
      </w:r>
      <w:r>
        <w:rPr>
          <w:sz w:val="28"/>
          <w:szCs w:val="28"/>
        </w:rPr>
        <w:t>4</w:t>
      </w:r>
      <w:r w:rsidRPr="00665A8C">
        <w:rPr>
          <w:sz w:val="28"/>
          <w:szCs w:val="28"/>
        </w:rPr>
        <w:t>. Приложение 3,4,5,6,7 изложить в новой редакции. Прилагается</w:t>
      </w:r>
      <w:r w:rsidRPr="003215B8">
        <w:rPr>
          <w:sz w:val="28"/>
          <w:szCs w:val="28"/>
        </w:rPr>
        <w:t>.</w:t>
      </w:r>
    </w:p>
    <w:p w:rsidR="00B91A74" w:rsidRDefault="00B91A74" w:rsidP="004E7AC0">
      <w:pPr>
        <w:spacing w:before="120" w:line="276" w:lineRule="auto"/>
        <w:jc w:val="both"/>
        <w:rPr>
          <w:sz w:val="28"/>
          <w:szCs w:val="28"/>
        </w:rPr>
      </w:pPr>
    </w:p>
    <w:p w:rsidR="00B91A74" w:rsidRDefault="00B91A74" w:rsidP="00F433F7">
      <w:pPr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ПОДГОТОВЛЕННО:</w:t>
      </w:r>
    </w:p>
    <w:p w:rsidR="00B91A74" w:rsidRDefault="00B91A74" w:rsidP="00F43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заведующим финансового отдела – </w:t>
      </w:r>
    </w:p>
    <w:p w:rsidR="00B91A74" w:rsidRDefault="00B91A74" w:rsidP="00F433F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главным бухгалтером                                                                  Е.В. Ахтамзяновой</w:t>
      </w:r>
    </w:p>
    <w:p w:rsidR="00B91A74" w:rsidRPr="00265D16" w:rsidRDefault="00B91A74" w:rsidP="004E7AC0">
      <w:pPr>
        <w:spacing w:before="120" w:line="276" w:lineRule="auto"/>
        <w:jc w:val="both"/>
        <w:rPr>
          <w:sz w:val="28"/>
          <w:szCs w:val="28"/>
        </w:rPr>
      </w:pPr>
    </w:p>
    <w:p w:rsidR="00B91A74" w:rsidRPr="00265D16" w:rsidRDefault="00B91A74" w:rsidP="001A3D5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65D16">
        <w:rPr>
          <w:sz w:val="28"/>
          <w:szCs w:val="28"/>
        </w:rPr>
        <w:t>Председатель Краснополянской</w:t>
      </w:r>
    </w:p>
    <w:p w:rsidR="00B91A74" w:rsidRDefault="00B91A74" w:rsidP="001A3D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65D16">
        <w:rPr>
          <w:sz w:val="28"/>
          <w:szCs w:val="28"/>
        </w:rPr>
        <w:t xml:space="preserve">оселковой Думы                                           </w:t>
      </w:r>
      <w:r>
        <w:rPr>
          <w:sz w:val="28"/>
          <w:szCs w:val="28"/>
        </w:rPr>
        <w:t xml:space="preserve">                              </w:t>
      </w:r>
      <w:r w:rsidRPr="00265D16">
        <w:rPr>
          <w:sz w:val="28"/>
          <w:szCs w:val="28"/>
        </w:rPr>
        <w:t>Т.А.</w:t>
      </w:r>
      <w:r>
        <w:rPr>
          <w:sz w:val="28"/>
          <w:szCs w:val="28"/>
        </w:rPr>
        <w:t xml:space="preserve"> </w:t>
      </w:r>
      <w:r w:rsidRPr="00265D16">
        <w:rPr>
          <w:sz w:val="28"/>
          <w:szCs w:val="28"/>
        </w:rPr>
        <w:t>Зимина</w:t>
      </w:r>
    </w:p>
    <w:p w:rsidR="00B91A74" w:rsidRDefault="00B91A74" w:rsidP="001A3D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1A74" w:rsidRDefault="00B91A74" w:rsidP="001A3D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1A74" w:rsidRDefault="00B91A74" w:rsidP="001A3D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И.О. главы администрации</w:t>
      </w:r>
    </w:p>
    <w:p w:rsidR="00B91A74" w:rsidRPr="00265D16" w:rsidRDefault="00B91A74" w:rsidP="001A3D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Краснополянского городского поселения           </w:t>
      </w:r>
      <w:bookmarkStart w:id="0" w:name="_GoBack"/>
      <w:bookmarkEnd w:id="0"/>
      <w:r>
        <w:rPr>
          <w:sz w:val="28"/>
          <w:szCs w:val="28"/>
        </w:rPr>
        <w:t xml:space="preserve">                        В. Г. Янникова</w:t>
      </w:r>
    </w:p>
    <w:sectPr w:rsidR="00B91A74" w:rsidRPr="00265D16" w:rsidSect="004E7AC0">
      <w:headerReference w:type="even" r:id="rId7"/>
      <w:headerReference w:type="default" r:id="rId8"/>
      <w:pgSz w:w="11906" w:h="16838"/>
      <w:pgMar w:top="993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A74" w:rsidRDefault="00B91A74" w:rsidP="00406C17">
      <w:r>
        <w:separator/>
      </w:r>
    </w:p>
  </w:endnote>
  <w:endnote w:type="continuationSeparator" w:id="0">
    <w:p w:rsidR="00B91A74" w:rsidRDefault="00B91A74" w:rsidP="00406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A74" w:rsidRDefault="00B91A74" w:rsidP="00406C17">
      <w:r>
        <w:separator/>
      </w:r>
    </w:p>
  </w:footnote>
  <w:footnote w:type="continuationSeparator" w:id="0">
    <w:p w:rsidR="00B91A74" w:rsidRDefault="00B91A74" w:rsidP="00406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A74" w:rsidRDefault="00B91A74" w:rsidP="0065743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91A74" w:rsidRDefault="00B91A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A74" w:rsidRDefault="00B91A74" w:rsidP="0065743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91A74" w:rsidRDefault="00B91A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37217"/>
    <w:multiLevelType w:val="hybridMultilevel"/>
    <w:tmpl w:val="406CE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E24C10"/>
    <w:multiLevelType w:val="hybridMultilevel"/>
    <w:tmpl w:val="B914DA00"/>
    <w:lvl w:ilvl="0" w:tplc="C1E05F5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30EE554D"/>
    <w:multiLevelType w:val="hybridMultilevel"/>
    <w:tmpl w:val="D5F46D0C"/>
    <w:lvl w:ilvl="0" w:tplc="103C5262">
      <w:start w:val="4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3CB36F31"/>
    <w:multiLevelType w:val="hybridMultilevel"/>
    <w:tmpl w:val="61D81314"/>
    <w:lvl w:ilvl="0" w:tplc="46686A1E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43E2679E"/>
    <w:multiLevelType w:val="hybridMultilevel"/>
    <w:tmpl w:val="86167CB6"/>
    <w:lvl w:ilvl="0" w:tplc="14B8158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8D64E37"/>
    <w:multiLevelType w:val="hybridMultilevel"/>
    <w:tmpl w:val="9578A410"/>
    <w:lvl w:ilvl="0" w:tplc="AF1C33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258"/>
    <w:rsid w:val="00005301"/>
    <w:rsid w:val="00013CE5"/>
    <w:rsid w:val="0001711D"/>
    <w:rsid w:val="00017824"/>
    <w:rsid w:val="00022F37"/>
    <w:rsid w:val="00024489"/>
    <w:rsid w:val="00030697"/>
    <w:rsid w:val="00045008"/>
    <w:rsid w:val="0004522D"/>
    <w:rsid w:val="00046C07"/>
    <w:rsid w:val="00047967"/>
    <w:rsid w:val="00050A7A"/>
    <w:rsid w:val="00054612"/>
    <w:rsid w:val="00056B4F"/>
    <w:rsid w:val="00057A74"/>
    <w:rsid w:val="00061657"/>
    <w:rsid w:val="00061934"/>
    <w:rsid w:val="00061C69"/>
    <w:rsid w:val="000666DD"/>
    <w:rsid w:val="000732B6"/>
    <w:rsid w:val="00073718"/>
    <w:rsid w:val="000742F4"/>
    <w:rsid w:val="00074C11"/>
    <w:rsid w:val="00085EFA"/>
    <w:rsid w:val="00086A23"/>
    <w:rsid w:val="00092C7B"/>
    <w:rsid w:val="00092DCE"/>
    <w:rsid w:val="00093DC2"/>
    <w:rsid w:val="00095808"/>
    <w:rsid w:val="00096348"/>
    <w:rsid w:val="00097E42"/>
    <w:rsid w:val="000A47EF"/>
    <w:rsid w:val="000A50F3"/>
    <w:rsid w:val="000A786D"/>
    <w:rsid w:val="000B7461"/>
    <w:rsid w:val="000C0868"/>
    <w:rsid w:val="000C27EA"/>
    <w:rsid w:val="000D5A3A"/>
    <w:rsid w:val="000E111D"/>
    <w:rsid w:val="000E1B82"/>
    <w:rsid w:val="000E4953"/>
    <w:rsid w:val="000E5EF8"/>
    <w:rsid w:val="000E6BA1"/>
    <w:rsid w:val="000F0619"/>
    <w:rsid w:val="000F558F"/>
    <w:rsid w:val="00104436"/>
    <w:rsid w:val="00106E94"/>
    <w:rsid w:val="00107C1B"/>
    <w:rsid w:val="00107CFF"/>
    <w:rsid w:val="0011051D"/>
    <w:rsid w:val="001115C6"/>
    <w:rsid w:val="0011431E"/>
    <w:rsid w:val="0011661A"/>
    <w:rsid w:val="00122D77"/>
    <w:rsid w:val="0012671C"/>
    <w:rsid w:val="00130A5F"/>
    <w:rsid w:val="0013352A"/>
    <w:rsid w:val="00136462"/>
    <w:rsid w:val="00141ECC"/>
    <w:rsid w:val="00142E81"/>
    <w:rsid w:val="00143010"/>
    <w:rsid w:val="001473F5"/>
    <w:rsid w:val="0015187F"/>
    <w:rsid w:val="0015497F"/>
    <w:rsid w:val="00162C3D"/>
    <w:rsid w:val="0017343D"/>
    <w:rsid w:val="00177CBC"/>
    <w:rsid w:val="001818DF"/>
    <w:rsid w:val="00184958"/>
    <w:rsid w:val="00187AA9"/>
    <w:rsid w:val="00191216"/>
    <w:rsid w:val="00196225"/>
    <w:rsid w:val="001A2080"/>
    <w:rsid w:val="001A3D52"/>
    <w:rsid w:val="001A6B34"/>
    <w:rsid w:val="001B386E"/>
    <w:rsid w:val="001B6AF8"/>
    <w:rsid w:val="001C0ECF"/>
    <w:rsid w:val="001C3101"/>
    <w:rsid w:val="001C395E"/>
    <w:rsid w:val="001C4D39"/>
    <w:rsid w:val="001C5214"/>
    <w:rsid w:val="001C635A"/>
    <w:rsid w:val="001C6C23"/>
    <w:rsid w:val="001D023D"/>
    <w:rsid w:val="001D2D4B"/>
    <w:rsid w:val="001D32D6"/>
    <w:rsid w:val="001D48BA"/>
    <w:rsid w:val="001D7F6F"/>
    <w:rsid w:val="001E21BE"/>
    <w:rsid w:val="001E4C4B"/>
    <w:rsid w:val="001F0986"/>
    <w:rsid w:val="001F2E38"/>
    <w:rsid w:val="001F4905"/>
    <w:rsid w:val="0020097F"/>
    <w:rsid w:val="00202BDB"/>
    <w:rsid w:val="00205506"/>
    <w:rsid w:val="00205640"/>
    <w:rsid w:val="002057D3"/>
    <w:rsid w:val="00205CF2"/>
    <w:rsid w:val="00205FFA"/>
    <w:rsid w:val="00207633"/>
    <w:rsid w:val="00215822"/>
    <w:rsid w:val="002163F6"/>
    <w:rsid w:val="0021746A"/>
    <w:rsid w:val="00217DC7"/>
    <w:rsid w:val="00227D6A"/>
    <w:rsid w:val="0023108E"/>
    <w:rsid w:val="002310F0"/>
    <w:rsid w:val="002330C4"/>
    <w:rsid w:val="00234914"/>
    <w:rsid w:val="00244689"/>
    <w:rsid w:val="00245CB8"/>
    <w:rsid w:val="00247EA4"/>
    <w:rsid w:val="00252D97"/>
    <w:rsid w:val="00255739"/>
    <w:rsid w:val="00256909"/>
    <w:rsid w:val="002602BB"/>
    <w:rsid w:val="00261399"/>
    <w:rsid w:val="00265D16"/>
    <w:rsid w:val="00273B48"/>
    <w:rsid w:val="00276365"/>
    <w:rsid w:val="00277CF0"/>
    <w:rsid w:val="00280105"/>
    <w:rsid w:val="00286258"/>
    <w:rsid w:val="0028677F"/>
    <w:rsid w:val="00287817"/>
    <w:rsid w:val="00287BFA"/>
    <w:rsid w:val="00287E58"/>
    <w:rsid w:val="002921A3"/>
    <w:rsid w:val="0029301F"/>
    <w:rsid w:val="0029544C"/>
    <w:rsid w:val="002A04FA"/>
    <w:rsid w:val="002A39C5"/>
    <w:rsid w:val="002A4945"/>
    <w:rsid w:val="002A5853"/>
    <w:rsid w:val="002C04E4"/>
    <w:rsid w:val="002C4087"/>
    <w:rsid w:val="002C6569"/>
    <w:rsid w:val="002D4B7F"/>
    <w:rsid w:val="002D5170"/>
    <w:rsid w:val="002D5401"/>
    <w:rsid w:val="002D6DB2"/>
    <w:rsid w:val="002E07B8"/>
    <w:rsid w:val="002E2B3F"/>
    <w:rsid w:val="002E3D3B"/>
    <w:rsid w:val="002E3F4C"/>
    <w:rsid w:val="002E5433"/>
    <w:rsid w:val="002E73AC"/>
    <w:rsid w:val="002F68B1"/>
    <w:rsid w:val="002F6E06"/>
    <w:rsid w:val="00305D1B"/>
    <w:rsid w:val="0030611D"/>
    <w:rsid w:val="00307F26"/>
    <w:rsid w:val="003120F0"/>
    <w:rsid w:val="00312CEB"/>
    <w:rsid w:val="00316AB5"/>
    <w:rsid w:val="00317CE9"/>
    <w:rsid w:val="003215B8"/>
    <w:rsid w:val="00323A22"/>
    <w:rsid w:val="00325BD1"/>
    <w:rsid w:val="00325FEF"/>
    <w:rsid w:val="003265AC"/>
    <w:rsid w:val="00326B45"/>
    <w:rsid w:val="003311ED"/>
    <w:rsid w:val="003313A2"/>
    <w:rsid w:val="00332EDC"/>
    <w:rsid w:val="00334F45"/>
    <w:rsid w:val="00335CA1"/>
    <w:rsid w:val="00335DB0"/>
    <w:rsid w:val="003365C9"/>
    <w:rsid w:val="003442DF"/>
    <w:rsid w:val="00346D0E"/>
    <w:rsid w:val="0035039B"/>
    <w:rsid w:val="00352215"/>
    <w:rsid w:val="00352EA5"/>
    <w:rsid w:val="00360BD1"/>
    <w:rsid w:val="00362011"/>
    <w:rsid w:val="003667E9"/>
    <w:rsid w:val="003668B9"/>
    <w:rsid w:val="00366D6B"/>
    <w:rsid w:val="00367B21"/>
    <w:rsid w:val="00370E68"/>
    <w:rsid w:val="00372228"/>
    <w:rsid w:val="0037292E"/>
    <w:rsid w:val="00374FFF"/>
    <w:rsid w:val="00382825"/>
    <w:rsid w:val="003961C6"/>
    <w:rsid w:val="00396376"/>
    <w:rsid w:val="00397A02"/>
    <w:rsid w:val="003A33B2"/>
    <w:rsid w:val="003A75AD"/>
    <w:rsid w:val="003B465B"/>
    <w:rsid w:val="003B6759"/>
    <w:rsid w:val="003C1B89"/>
    <w:rsid w:val="003D030F"/>
    <w:rsid w:val="003D0377"/>
    <w:rsid w:val="003D5512"/>
    <w:rsid w:val="003D5E58"/>
    <w:rsid w:val="003D5F51"/>
    <w:rsid w:val="003E255E"/>
    <w:rsid w:val="003E4F5A"/>
    <w:rsid w:val="003E5E60"/>
    <w:rsid w:val="003F24C5"/>
    <w:rsid w:val="003F2AA6"/>
    <w:rsid w:val="00404139"/>
    <w:rsid w:val="00406C17"/>
    <w:rsid w:val="00406EA6"/>
    <w:rsid w:val="004109DD"/>
    <w:rsid w:val="004136CA"/>
    <w:rsid w:val="00415903"/>
    <w:rsid w:val="00415B7F"/>
    <w:rsid w:val="00422C06"/>
    <w:rsid w:val="004260FA"/>
    <w:rsid w:val="004279C5"/>
    <w:rsid w:val="0043142F"/>
    <w:rsid w:val="004330FA"/>
    <w:rsid w:val="004359BE"/>
    <w:rsid w:val="00436E65"/>
    <w:rsid w:val="00437463"/>
    <w:rsid w:val="00437A35"/>
    <w:rsid w:val="00440D98"/>
    <w:rsid w:val="004410BF"/>
    <w:rsid w:val="004415B9"/>
    <w:rsid w:val="00444604"/>
    <w:rsid w:val="0044466A"/>
    <w:rsid w:val="00451226"/>
    <w:rsid w:val="00451785"/>
    <w:rsid w:val="00452CF0"/>
    <w:rsid w:val="0046086F"/>
    <w:rsid w:val="00464A24"/>
    <w:rsid w:val="00471F7E"/>
    <w:rsid w:val="00473EEE"/>
    <w:rsid w:val="00475DED"/>
    <w:rsid w:val="00477BD5"/>
    <w:rsid w:val="00480CAD"/>
    <w:rsid w:val="0048453D"/>
    <w:rsid w:val="0048458F"/>
    <w:rsid w:val="004851FA"/>
    <w:rsid w:val="004860A9"/>
    <w:rsid w:val="00494A92"/>
    <w:rsid w:val="004969C6"/>
    <w:rsid w:val="004970D0"/>
    <w:rsid w:val="004A0B14"/>
    <w:rsid w:val="004A0ECF"/>
    <w:rsid w:val="004A4BBD"/>
    <w:rsid w:val="004A531C"/>
    <w:rsid w:val="004A62CF"/>
    <w:rsid w:val="004A6C90"/>
    <w:rsid w:val="004B3FFA"/>
    <w:rsid w:val="004B779A"/>
    <w:rsid w:val="004C56A3"/>
    <w:rsid w:val="004C5E01"/>
    <w:rsid w:val="004D3B18"/>
    <w:rsid w:val="004D54BA"/>
    <w:rsid w:val="004E26F3"/>
    <w:rsid w:val="004E559A"/>
    <w:rsid w:val="004E7AC0"/>
    <w:rsid w:val="004F2F69"/>
    <w:rsid w:val="004F3D31"/>
    <w:rsid w:val="004F4416"/>
    <w:rsid w:val="004F51DF"/>
    <w:rsid w:val="004F708B"/>
    <w:rsid w:val="004F7882"/>
    <w:rsid w:val="00516F2B"/>
    <w:rsid w:val="005209E0"/>
    <w:rsid w:val="00525DB5"/>
    <w:rsid w:val="005261A5"/>
    <w:rsid w:val="0053273E"/>
    <w:rsid w:val="00536F97"/>
    <w:rsid w:val="00544C50"/>
    <w:rsid w:val="00546410"/>
    <w:rsid w:val="0054651A"/>
    <w:rsid w:val="00556C4A"/>
    <w:rsid w:val="00557506"/>
    <w:rsid w:val="00563A7D"/>
    <w:rsid w:val="00575463"/>
    <w:rsid w:val="00576465"/>
    <w:rsid w:val="00580069"/>
    <w:rsid w:val="005866F0"/>
    <w:rsid w:val="005921DF"/>
    <w:rsid w:val="005933F3"/>
    <w:rsid w:val="0059566E"/>
    <w:rsid w:val="005A380A"/>
    <w:rsid w:val="005A3BAC"/>
    <w:rsid w:val="005A40F0"/>
    <w:rsid w:val="005A76E7"/>
    <w:rsid w:val="005B01E3"/>
    <w:rsid w:val="005B259F"/>
    <w:rsid w:val="005C3C19"/>
    <w:rsid w:val="005C6264"/>
    <w:rsid w:val="005C68EB"/>
    <w:rsid w:val="005D7037"/>
    <w:rsid w:val="005E011B"/>
    <w:rsid w:val="005E1C3E"/>
    <w:rsid w:val="005E39ED"/>
    <w:rsid w:val="005E4F60"/>
    <w:rsid w:val="005E681E"/>
    <w:rsid w:val="005F31D6"/>
    <w:rsid w:val="005F48A8"/>
    <w:rsid w:val="005F4FA5"/>
    <w:rsid w:val="00600711"/>
    <w:rsid w:val="00600A00"/>
    <w:rsid w:val="006048F2"/>
    <w:rsid w:val="00604E2C"/>
    <w:rsid w:val="0061026E"/>
    <w:rsid w:val="00610634"/>
    <w:rsid w:val="00612748"/>
    <w:rsid w:val="00613301"/>
    <w:rsid w:val="00615108"/>
    <w:rsid w:val="00621300"/>
    <w:rsid w:val="00633469"/>
    <w:rsid w:val="00636B22"/>
    <w:rsid w:val="00641409"/>
    <w:rsid w:val="00651BE5"/>
    <w:rsid w:val="00653349"/>
    <w:rsid w:val="006552E7"/>
    <w:rsid w:val="0065605A"/>
    <w:rsid w:val="00657437"/>
    <w:rsid w:val="006611B0"/>
    <w:rsid w:val="006622EC"/>
    <w:rsid w:val="00665A8C"/>
    <w:rsid w:val="00671271"/>
    <w:rsid w:val="0067131B"/>
    <w:rsid w:val="0067434A"/>
    <w:rsid w:val="00674808"/>
    <w:rsid w:val="00684C9A"/>
    <w:rsid w:val="00687223"/>
    <w:rsid w:val="006929C7"/>
    <w:rsid w:val="00696EDF"/>
    <w:rsid w:val="006A16D3"/>
    <w:rsid w:val="006A4F26"/>
    <w:rsid w:val="006B1E97"/>
    <w:rsid w:val="006B2B75"/>
    <w:rsid w:val="006B2FF6"/>
    <w:rsid w:val="006E0999"/>
    <w:rsid w:val="006F1EB6"/>
    <w:rsid w:val="007009DE"/>
    <w:rsid w:val="00703C67"/>
    <w:rsid w:val="007043EF"/>
    <w:rsid w:val="00723E85"/>
    <w:rsid w:val="00724576"/>
    <w:rsid w:val="007254B2"/>
    <w:rsid w:val="00726018"/>
    <w:rsid w:val="007320FF"/>
    <w:rsid w:val="00740C40"/>
    <w:rsid w:val="00742783"/>
    <w:rsid w:val="00745339"/>
    <w:rsid w:val="00750216"/>
    <w:rsid w:val="00750F9D"/>
    <w:rsid w:val="00762083"/>
    <w:rsid w:val="007634FE"/>
    <w:rsid w:val="00766354"/>
    <w:rsid w:val="00766904"/>
    <w:rsid w:val="00770534"/>
    <w:rsid w:val="007806E8"/>
    <w:rsid w:val="007826CD"/>
    <w:rsid w:val="00782D8D"/>
    <w:rsid w:val="0078380C"/>
    <w:rsid w:val="00786D91"/>
    <w:rsid w:val="0079567C"/>
    <w:rsid w:val="007A262F"/>
    <w:rsid w:val="007A2988"/>
    <w:rsid w:val="007A4094"/>
    <w:rsid w:val="007A58D7"/>
    <w:rsid w:val="007B10DA"/>
    <w:rsid w:val="007B2B0F"/>
    <w:rsid w:val="007B5AF9"/>
    <w:rsid w:val="007B651D"/>
    <w:rsid w:val="007C337D"/>
    <w:rsid w:val="007C51B6"/>
    <w:rsid w:val="007C705E"/>
    <w:rsid w:val="007D33C6"/>
    <w:rsid w:val="007E0C7C"/>
    <w:rsid w:val="007E3195"/>
    <w:rsid w:val="007E4F2E"/>
    <w:rsid w:val="007F519A"/>
    <w:rsid w:val="007F6FCC"/>
    <w:rsid w:val="007F793B"/>
    <w:rsid w:val="00800FC3"/>
    <w:rsid w:val="008030FA"/>
    <w:rsid w:val="00803CE8"/>
    <w:rsid w:val="00805B02"/>
    <w:rsid w:val="00805EA3"/>
    <w:rsid w:val="00806640"/>
    <w:rsid w:val="00813C23"/>
    <w:rsid w:val="008148EC"/>
    <w:rsid w:val="00817807"/>
    <w:rsid w:val="008226F4"/>
    <w:rsid w:val="00823E50"/>
    <w:rsid w:val="00827C21"/>
    <w:rsid w:val="0083074C"/>
    <w:rsid w:val="008326DB"/>
    <w:rsid w:val="00833DBE"/>
    <w:rsid w:val="00834B2A"/>
    <w:rsid w:val="008456B3"/>
    <w:rsid w:val="00845C41"/>
    <w:rsid w:val="00845EF4"/>
    <w:rsid w:val="008473FF"/>
    <w:rsid w:val="00850114"/>
    <w:rsid w:val="00850DE0"/>
    <w:rsid w:val="008527CE"/>
    <w:rsid w:val="00852F2C"/>
    <w:rsid w:val="00857246"/>
    <w:rsid w:val="00862EAF"/>
    <w:rsid w:val="0086736A"/>
    <w:rsid w:val="0086780D"/>
    <w:rsid w:val="008714C3"/>
    <w:rsid w:val="00874193"/>
    <w:rsid w:val="008744F0"/>
    <w:rsid w:val="0087536F"/>
    <w:rsid w:val="00875C6C"/>
    <w:rsid w:val="00880A27"/>
    <w:rsid w:val="00881302"/>
    <w:rsid w:val="0088644A"/>
    <w:rsid w:val="008925B6"/>
    <w:rsid w:val="00893C68"/>
    <w:rsid w:val="008A1B90"/>
    <w:rsid w:val="008A1BF5"/>
    <w:rsid w:val="008A3F69"/>
    <w:rsid w:val="008A7160"/>
    <w:rsid w:val="008B2656"/>
    <w:rsid w:val="008B2D91"/>
    <w:rsid w:val="008B494C"/>
    <w:rsid w:val="008C5CEC"/>
    <w:rsid w:val="008D26AF"/>
    <w:rsid w:val="008D6496"/>
    <w:rsid w:val="008D6BD6"/>
    <w:rsid w:val="008E590E"/>
    <w:rsid w:val="008E6211"/>
    <w:rsid w:val="008E7272"/>
    <w:rsid w:val="008E7778"/>
    <w:rsid w:val="008F0195"/>
    <w:rsid w:val="008F100B"/>
    <w:rsid w:val="008F10F5"/>
    <w:rsid w:val="008F42CF"/>
    <w:rsid w:val="009042E0"/>
    <w:rsid w:val="00911806"/>
    <w:rsid w:val="00911FFE"/>
    <w:rsid w:val="009179F4"/>
    <w:rsid w:val="00917D86"/>
    <w:rsid w:val="009209ED"/>
    <w:rsid w:val="009219FA"/>
    <w:rsid w:val="0092785D"/>
    <w:rsid w:val="0093022A"/>
    <w:rsid w:val="00932B08"/>
    <w:rsid w:val="00940498"/>
    <w:rsid w:val="00940906"/>
    <w:rsid w:val="0094637D"/>
    <w:rsid w:val="00946B63"/>
    <w:rsid w:val="00952CD8"/>
    <w:rsid w:val="0095368F"/>
    <w:rsid w:val="00967D95"/>
    <w:rsid w:val="0097164F"/>
    <w:rsid w:val="009767FE"/>
    <w:rsid w:val="00976C43"/>
    <w:rsid w:val="00977183"/>
    <w:rsid w:val="009772CD"/>
    <w:rsid w:val="00980CAC"/>
    <w:rsid w:val="00984ACC"/>
    <w:rsid w:val="009854AC"/>
    <w:rsid w:val="00992CF1"/>
    <w:rsid w:val="009B5121"/>
    <w:rsid w:val="009B6749"/>
    <w:rsid w:val="009B6C1D"/>
    <w:rsid w:val="009B7F05"/>
    <w:rsid w:val="009C0B2A"/>
    <w:rsid w:val="009C2410"/>
    <w:rsid w:val="009C681A"/>
    <w:rsid w:val="009D1C59"/>
    <w:rsid w:val="009D24EB"/>
    <w:rsid w:val="009D4210"/>
    <w:rsid w:val="009D4AA6"/>
    <w:rsid w:val="009E36F6"/>
    <w:rsid w:val="009E642D"/>
    <w:rsid w:val="009F07C0"/>
    <w:rsid w:val="009F360A"/>
    <w:rsid w:val="009F62C1"/>
    <w:rsid w:val="00A020BA"/>
    <w:rsid w:val="00A02673"/>
    <w:rsid w:val="00A0648F"/>
    <w:rsid w:val="00A06EBA"/>
    <w:rsid w:val="00A176DF"/>
    <w:rsid w:val="00A20186"/>
    <w:rsid w:val="00A206FE"/>
    <w:rsid w:val="00A22D78"/>
    <w:rsid w:val="00A23EBB"/>
    <w:rsid w:val="00A25BF8"/>
    <w:rsid w:val="00A32168"/>
    <w:rsid w:val="00A37F63"/>
    <w:rsid w:val="00A40CE9"/>
    <w:rsid w:val="00A411CB"/>
    <w:rsid w:val="00A41B90"/>
    <w:rsid w:val="00A4423B"/>
    <w:rsid w:val="00A51914"/>
    <w:rsid w:val="00A53F05"/>
    <w:rsid w:val="00A576C1"/>
    <w:rsid w:val="00A65C03"/>
    <w:rsid w:val="00A70C4D"/>
    <w:rsid w:val="00A76E80"/>
    <w:rsid w:val="00A86F8F"/>
    <w:rsid w:val="00A96B40"/>
    <w:rsid w:val="00AA137F"/>
    <w:rsid w:val="00AA7999"/>
    <w:rsid w:val="00AB3FDE"/>
    <w:rsid w:val="00AB417E"/>
    <w:rsid w:val="00AB4759"/>
    <w:rsid w:val="00AC03F5"/>
    <w:rsid w:val="00AC6B37"/>
    <w:rsid w:val="00AC704B"/>
    <w:rsid w:val="00AD3A19"/>
    <w:rsid w:val="00AD5837"/>
    <w:rsid w:val="00AE2794"/>
    <w:rsid w:val="00AE2928"/>
    <w:rsid w:val="00AE4E8C"/>
    <w:rsid w:val="00AE6A18"/>
    <w:rsid w:val="00AE6DDD"/>
    <w:rsid w:val="00AF0ED6"/>
    <w:rsid w:val="00B0039C"/>
    <w:rsid w:val="00B03161"/>
    <w:rsid w:val="00B0470D"/>
    <w:rsid w:val="00B10124"/>
    <w:rsid w:val="00B10AD6"/>
    <w:rsid w:val="00B15CA2"/>
    <w:rsid w:val="00B160FC"/>
    <w:rsid w:val="00B17BB8"/>
    <w:rsid w:val="00B215CC"/>
    <w:rsid w:val="00B2565E"/>
    <w:rsid w:val="00B32B17"/>
    <w:rsid w:val="00B32EFB"/>
    <w:rsid w:val="00B37CCF"/>
    <w:rsid w:val="00B46B33"/>
    <w:rsid w:val="00B47AF2"/>
    <w:rsid w:val="00B570C9"/>
    <w:rsid w:val="00B61739"/>
    <w:rsid w:val="00B61EA6"/>
    <w:rsid w:val="00B63C59"/>
    <w:rsid w:val="00B6665A"/>
    <w:rsid w:val="00B71B2F"/>
    <w:rsid w:val="00B72A4A"/>
    <w:rsid w:val="00B72D46"/>
    <w:rsid w:val="00B73D7A"/>
    <w:rsid w:val="00B73EB7"/>
    <w:rsid w:val="00B831D8"/>
    <w:rsid w:val="00B858CD"/>
    <w:rsid w:val="00B91A74"/>
    <w:rsid w:val="00B92930"/>
    <w:rsid w:val="00B95213"/>
    <w:rsid w:val="00BA11A6"/>
    <w:rsid w:val="00BA4085"/>
    <w:rsid w:val="00BA592D"/>
    <w:rsid w:val="00BA7654"/>
    <w:rsid w:val="00BB3B9D"/>
    <w:rsid w:val="00BB5D9D"/>
    <w:rsid w:val="00BB621B"/>
    <w:rsid w:val="00BB773C"/>
    <w:rsid w:val="00BC00EB"/>
    <w:rsid w:val="00BC06F5"/>
    <w:rsid w:val="00BC2F52"/>
    <w:rsid w:val="00BC5945"/>
    <w:rsid w:val="00BC5BDE"/>
    <w:rsid w:val="00BD1FD7"/>
    <w:rsid w:val="00BD533D"/>
    <w:rsid w:val="00BD592F"/>
    <w:rsid w:val="00BE1497"/>
    <w:rsid w:val="00BE32E7"/>
    <w:rsid w:val="00BE4E5F"/>
    <w:rsid w:val="00BE5EF6"/>
    <w:rsid w:val="00BF5BE0"/>
    <w:rsid w:val="00BF7F7F"/>
    <w:rsid w:val="00C06DE7"/>
    <w:rsid w:val="00C100FC"/>
    <w:rsid w:val="00C145DA"/>
    <w:rsid w:val="00C156EB"/>
    <w:rsid w:val="00C271BB"/>
    <w:rsid w:val="00C346D4"/>
    <w:rsid w:val="00C3494D"/>
    <w:rsid w:val="00C4392A"/>
    <w:rsid w:val="00C478C8"/>
    <w:rsid w:val="00C549D0"/>
    <w:rsid w:val="00C556BA"/>
    <w:rsid w:val="00C56923"/>
    <w:rsid w:val="00C608AA"/>
    <w:rsid w:val="00C60C35"/>
    <w:rsid w:val="00C63496"/>
    <w:rsid w:val="00C70031"/>
    <w:rsid w:val="00C7042E"/>
    <w:rsid w:val="00C73FD5"/>
    <w:rsid w:val="00C87F64"/>
    <w:rsid w:val="00C90988"/>
    <w:rsid w:val="00C951F5"/>
    <w:rsid w:val="00C979F5"/>
    <w:rsid w:val="00CA1E57"/>
    <w:rsid w:val="00CA40AA"/>
    <w:rsid w:val="00CA6822"/>
    <w:rsid w:val="00CC19D8"/>
    <w:rsid w:val="00CC2898"/>
    <w:rsid w:val="00CD1BDC"/>
    <w:rsid w:val="00CD33FF"/>
    <w:rsid w:val="00CD6480"/>
    <w:rsid w:val="00CD7D28"/>
    <w:rsid w:val="00CE2752"/>
    <w:rsid w:val="00CE725B"/>
    <w:rsid w:val="00D021B2"/>
    <w:rsid w:val="00D05802"/>
    <w:rsid w:val="00D107D9"/>
    <w:rsid w:val="00D115CF"/>
    <w:rsid w:val="00D12FEC"/>
    <w:rsid w:val="00D1729C"/>
    <w:rsid w:val="00D22459"/>
    <w:rsid w:val="00D26C46"/>
    <w:rsid w:val="00D30B4A"/>
    <w:rsid w:val="00D3304A"/>
    <w:rsid w:val="00D33497"/>
    <w:rsid w:val="00D35042"/>
    <w:rsid w:val="00D350C3"/>
    <w:rsid w:val="00D374C4"/>
    <w:rsid w:val="00D40690"/>
    <w:rsid w:val="00D41BE1"/>
    <w:rsid w:val="00D45F59"/>
    <w:rsid w:val="00D502DA"/>
    <w:rsid w:val="00D504C3"/>
    <w:rsid w:val="00D50877"/>
    <w:rsid w:val="00D50D41"/>
    <w:rsid w:val="00D51644"/>
    <w:rsid w:val="00D52336"/>
    <w:rsid w:val="00D53421"/>
    <w:rsid w:val="00D6375A"/>
    <w:rsid w:val="00D67705"/>
    <w:rsid w:val="00D77D9C"/>
    <w:rsid w:val="00D82D5B"/>
    <w:rsid w:val="00D90EA6"/>
    <w:rsid w:val="00DA7962"/>
    <w:rsid w:val="00DA7BA3"/>
    <w:rsid w:val="00DB5B22"/>
    <w:rsid w:val="00DB5FFE"/>
    <w:rsid w:val="00DC2C91"/>
    <w:rsid w:val="00DC39DD"/>
    <w:rsid w:val="00DD33F8"/>
    <w:rsid w:val="00DD6EA9"/>
    <w:rsid w:val="00DE3DCD"/>
    <w:rsid w:val="00DE533D"/>
    <w:rsid w:val="00DF0FE4"/>
    <w:rsid w:val="00DF14DB"/>
    <w:rsid w:val="00E00120"/>
    <w:rsid w:val="00E06496"/>
    <w:rsid w:val="00E067F2"/>
    <w:rsid w:val="00E108F7"/>
    <w:rsid w:val="00E113CF"/>
    <w:rsid w:val="00E121D5"/>
    <w:rsid w:val="00E12242"/>
    <w:rsid w:val="00E141E4"/>
    <w:rsid w:val="00E1457A"/>
    <w:rsid w:val="00E159BC"/>
    <w:rsid w:val="00E15D61"/>
    <w:rsid w:val="00E2459D"/>
    <w:rsid w:val="00E25ECA"/>
    <w:rsid w:val="00E26314"/>
    <w:rsid w:val="00E2656E"/>
    <w:rsid w:val="00E27E66"/>
    <w:rsid w:val="00E31BB7"/>
    <w:rsid w:val="00E36282"/>
    <w:rsid w:val="00E407BF"/>
    <w:rsid w:val="00E50F80"/>
    <w:rsid w:val="00E517E2"/>
    <w:rsid w:val="00E51F5C"/>
    <w:rsid w:val="00E54B44"/>
    <w:rsid w:val="00E56EB4"/>
    <w:rsid w:val="00E6092E"/>
    <w:rsid w:val="00E6640F"/>
    <w:rsid w:val="00E728D3"/>
    <w:rsid w:val="00E756ED"/>
    <w:rsid w:val="00E7649B"/>
    <w:rsid w:val="00E91BCD"/>
    <w:rsid w:val="00EA184B"/>
    <w:rsid w:val="00EA18B6"/>
    <w:rsid w:val="00EA5F59"/>
    <w:rsid w:val="00EB036C"/>
    <w:rsid w:val="00EB17F3"/>
    <w:rsid w:val="00EB1F81"/>
    <w:rsid w:val="00EB52ED"/>
    <w:rsid w:val="00EB67E8"/>
    <w:rsid w:val="00EC1281"/>
    <w:rsid w:val="00EC20CE"/>
    <w:rsid w:val="00EC26D2"/>
    <w:rsid w:val="00EC7D88"/>
    <w:rsid w:val="00ED0C6D"/>
    <w:rsid w:val="00ED0F07"/>
    <w:rsid w:val="00ED56AF"/>
    <w:rsid w:val="00ED5D85"/>
    <w:rsid w:val="00ED5F98"/>
    <w:rsid w:val="00ED7359"/>
    <w:rsid w:val="00EE2F22"/>
    <w:rsid w:val="00EF2218"/>
    <w:rsid w:val="00F00B58"/>
    <w:rsid w:val="00F0168E"/>
    <w:rsid w:val="00F04236"/>
    <w:rsid w:val="00F1096C"/>
    <w:rsid w:val="00F14207"/>
    <w:rsid w:val="00F16A29"/>
    <w:rsid w:val="00F20DF6"/>
    <w:rsid w:val="00F23229"/>
    <w:rsid w:val="00F23469"/>
    <w:rsid w:val="00F266C9"/>
    <w:rsid w:val="00F31007"/>
    <w:rsid w:val="00F318D2"/>
    <w:rsid w:val="00F31F05"/>
    <w:rsid w:val="00F3311A"/>
    <w:rsid w:val="00F3756F"/>
    <w:rsid w:val="00F412D7"/>
    <w:rsid w:val="00F4272A"/>
    <w:rsid w:val="00F4303F"/>
    <w:rsid w:val="00F433F7"/>
    <w:rsid w:val="00F44733"/>
    <w:rsid w:val="00F478DC"/>
    <w:rsid w:val="00F47E73"/>
    <w:rsid w:val="00F52C47"/>
    <w:rsid w:val="00F60C8F"/>
    <w:rsid w:val="00F62705"/>
    <w:rsid w:val="00F64C05"/>
    <w:rsid w:val="00F71F59"/>
    <w:rsid w:val="00F80636"/>
    <w:rsid w:val="00F80ECA"/>
    <w:rsid w:val="00F862CF"/>
    <w:rsid w:val="00F877FB"/>
    <w:rsid w:val="00F90570"/>
    <w:rsid w:val="00F92D52"/>
    <w:rsid w:val="00F95762"/>
    <w:rsid w:val="00FA18B4"/>
    <w:rsid w:val="00FA24DC"/>
    <w:rsid w:val="00FA3EF5"/>
    <w:rsid w:val="00FA486F"/>
    <w:rsid w:val="00FA4EBA"/>
    <w:rsid w:val="00FA696E"/>
    <w:rsid w:val="00FA71A5"/>
    <w:rsid w:val="00FB1ADB"/>
    <w:rsid w:val="00FB2713"/>
    <w:rsid w:val="00FB6FB7"/>
    <w:rsid w:val="00FB77AD"/>
    <w:rsid w:val="00FC0786"/>
    <w:rsid w:val="00FC29CB"/>
    <w:rsid w:val="00FC7191"/>
    <w:rsid w:val="00FD456F"/>
    <w:rsid w:val="00FD4D7F"/>
    <w:rsid w:val="00FD6B94"/>
    <w:rsid w:val="00FE214C"/>
    <w:rsid w:val="00FE2FAD"/>
    <w:rsid w:val="00FE426C"/>
    <w:rsid w:val="00FE5680"/>
    <w:rsid w:val="00FE63D5"/>
    <w:rsid w:val="00FF0423"/>
    <w:rsid w:val="00FF0544"/>
    <w:rsid w:val="00FF7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258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52ED"/>
    <w:pPr>
      <w:keepNext/>
      <w:jc w:val="both"/>
      <w:outlineLvl w:val="1"/>
    </w:pPr>
    <w:rPr>
      <w:rFonts w:eastAsia="Calibri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B52ED"/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rsid w:val="0028625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86258"/>
    <w:rPr>
      <w:rFonts w:ascii="Times New Roman" w:hAnsi="Times New Roman" w:cs="Times New Roman"/>
      <w:sz w:val="24"/>
      <w:lang w:eastAsia="ru-RU"/>
    </w:rPr>
  </w:style>
  <w:style w:type="character" w:styleId="PageNumber">
    <w:name w:val="page number"/>
    <w:basedOn w:val="DefaultParagraphFont"/>
    <w:uiPriority w:val="99"/>
    <w:rsid w:val="00286258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286258"/>
    <w:pPr>
      <w:jc w:val="both"/>
    </w:pPr>
    <w:rPr>
      <w:rFonts w:eastAsia="Calibri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86258"/>
    <w:rPr>
      <w:rFonts w:ascii="Times New Roman" w:hAnsi="Times New Roman" w:cs="Times New Roman"/>
      <w:sz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286258"/>
    <w:pPr>
      <w:jc w:val="center"/>
    </w:pPr>
    <w:rPr>
      <w:rFonts w:eastAsia="Calibri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86258"/>
    <w:rPr>
      <w:rFonts w:ascii="Times New Roman" w:hAnsi="Times New Roman" w:cs="Times New Roman"/>
      <w:b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F318D2"/>
    <w:pPr>
      <w:ind w:left="720"/>
      <w:contextualSpacing/>
    </w:pPr>
  </w:style>
  <w:style w:type="paragraph" w:customStyle="1" w:styleId="1c">
    <w:name w:val="Абзац1 c отступом"/>
    <w:basedOn w:val="Normal"/>
    <w:uiPriority w:val="99"/>
    <w:rsid w:val="001818DF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25DB5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5DB5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685</TotalTime>
  <Pages>2</Pages>
  <Words>361</Words>
  <Characters>2062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101</cp:revision>
  <cp:lastPrinted>2023-10-30T07:06:00Z</cp:lastPrinted>
  <dcterms:created xsi:type="dcterms:W3CDTF">2022-06-15T07:40:00Z</dcterms:created>
  <dcterms:modified xsi:type="dcterms:W3CDTF">2023-11-02T10:30:00Z</dcterms:modified>
</cp:coreProperties>
</file>